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B3A" w:rsidRDefault="00F25B3A">
      <w:r>
        <w:t>Name: _____________________________</w:t>
      </w:r>
      <w:r>
        <w:tab/>
        <w:t>Date: ____________________</w:t>
      </w:r>
      <w:r>
        <w:tab/>
        <w:t># ___________________</w:t>
      </w:r>
    </w:p>
    <w:p w:rsidR="00F25B3A" w:rsidRDefault="00F25B3A">
      <w:r>
        <w:t>Scan Penguin</w:t>
      </w:r>
      <w:r>
        <w:rPr>
          <w:u w:val="single"/>
        </w:rPr>
        <w:t xml:space="preserve"> Chick</w:t>
      </w:r>
      <w:r>
        <w:t xml:space="preserve">, </w:t>
      </w:r>
      <w:r>
        <w:rPr>
          <w:u w:val="single"/>
        </w:rPr>
        <w:t>A Day’s Work</w:t>
      </w:r>
      <w:r>
        <w:t xml:space="preserve">, </w:t>
      </w:r>
      <w:r>
        <w:rPr>
          <w:u w:val="single"/>
        </w:rPr>
        <w:t>Prudy’s Problem</w:t>
      </w:r>
      <w:r>
        <w:t xml:space="preserve">, </w:t>
      </w:r>
      <w:r>
        <w:rPr>
          <w:u w:val="single"/>
        </w:rPr>
        <w:t>William’s House</w:t>
      </w:r>
      <w:r>
        <w:t xml:space="preserve">, and </w:t>
      </w:r>
      <w:r>
        <w:rPr>
          <w:u w:val="single"/>
        </w:rPr>
        <w:t>Tops and Bottoms</w:t>
      </w:r>
      <w:r>
        <w:t xml:space="preserve"> to find nouns. You need to find 5 singular nouns, 5 plural nouns, 5 singular possessive nouns, and 5 plural possessive nouns. Write them on the table where they belong.</w:t>
      </w:r>
    </w:p>
    <w:tbl>
      <w:tblPr>
        <w:tblW w:w="0" w:type="auto"/>
        <w:tblBorders>
          <w:insideV w:val="single" w:sz="4" w:space="0" w:color="000000"/>
        </w:tblBorders>
        <w:tblLook w:val="00A0"/>
      </w:tblPr>
      <w:tblGrid>
        <w:gridCol w:w="3294"/>
        <w:gridCol w:w="3294"/>
        <w:gridCol w:w="3294"/>
        <w:gridCol w:w="3294"/>
      </w:tblGrid>
      <w:tr w:rsidR="00F25B3A" w:rsidRPr="00F75124" w:rsidTr="00F75124">
        <w:tc>
          <w:tcPr>
            <w:tcW w:w="3294" w:type="dxa"/>
            <w:tcBorders>
              <w:bottom w:val="single" w:sz="4" w:space="0" w:color="000000"/>
            </w:tcBorders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  <w:r w:rsidRPr="00F75124">
              <w:t>People</w:t>
            </w:r>
          </w:p>
        </w:tc>
        <w:tc>
          <w:tcPr>
            <w:tcW w:w="3294" w:type="dxa"/>
            <w:tcBorders>
              <w:bottom w:val="single" w:sz="4" w:space="0" w:color="000000"/>
            </w:tcBorders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  <w:r w:rsidRPr="00F75124">
              <w:t>Places</w:t>
            </w:r>
          </w:p>
        </w:tc>
        <w:tc>
          <w:tcPr>
            <w:tcW w:w="3294" w:type="dxa"/>
            <w:tcBorders>
              <w:bottom w:val="single" w:sz="4" w:space="0" w:color="000000"/>
            </w:tcBorders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  <w:r w:rsidRPr="00F75124">
              <w:t>Animal</w:t>
            </w:r>
          </w:p>
        </w:tc>
        <w:tc>
          <w:tcPr>
            <w:tcW w:w="3294" w:type="dxa"/>
            <w:tcBorders>
              <w:bottom w:val="single" w:sz="4" w:space="0" w:color="000000"/>
            </w:tcBorders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  <w:r w:rsidRPr="00F75124">
              <w:t>Thing</w:t>
            </w:r>
          </w:p>
        </w:tc>
      </w:tr>
      <w:tr w:rsidR="00F25B3A" w:rsidRPr="00F75124" w:rsidTr="00F75124">
        <w:tc>
          <w:tcPr>
            <w:tcW w:w="3294" w:type="dxa"/>
            <w:tcBorders>
              <w:top w:val="single" w:sz="4" w:space="0" w:color="000000"/>
            </w:tcBorders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  <w:tcBorders>
              <w:top w:val="single" w:sz="4" w:space="0" w:color="000000"/>
            </w:tcBorders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  <w:tcBorders>
              <w:top w:val="single" w:sz="4" w:space="0" w:color="000000"/>
            </w:tcBorders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  <w:tcBorders>
              <w:top w:val="single" w:sz="4" w:space="0" w:color="000000"/>
            </w:tcBorders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</w:tr>
      <w:tr w:rsidR="00F25B3A" w:rsidRPr="00F75124" w:rsidTr="00F75124"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</w:tr>
      <w:tr w:rsidR="00F25B3A" w:rsidRPr="00F75124" w:rsidTr="00F75124"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</w:tr>
      <w:tr w:rsidR="00F25B3A" w:rsidRPr="00F75124" w:rsidTr="00F75124"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</w:tr>
      <w:tr w:rsidR="00F25B3A" w:rsidRPr="00F75124" w:rsidTr="00F75124"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</w:tr>
      <w:tr w:rsidR="00F25B3A" w:rsidRPr="00F75124" w:rsidTr="00F75124"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</w:tr>
      <w:tr w:rsidR="00F25B3A" w:rsidRPr="00F75124" w:rsidTr="00F75124"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</w:tr>
      <w:tr w:rsidR="00F25B3A" w:rsidRPr="00F75124" w:rsidTr="00F75124"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</w:tr>
      <w:tr w:rsidR="00F25B3A" w:rsidRPr="00F75124" w:rsidTr="00F75124"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</w:tr>
      <w:tr w:rsidR="00F25B3A" w:rsidRPr="00F75124" w:rsidTr="00F75124"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</w:tr>
      <w:tr w:rsidR="00F25B3A" w:rsidRPr="00F75124" w:rsidTr="00F75124"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</w:tr>
      <w:tr w:rsidR="00F25B3A" w:rsidRPr="00F75124" w:rsidTr="00F75124"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</w:tr>
      <w:tr w:rsidR="00F25B3A" w:rsidRPr="00F75124" w:rsidTr="00F75124"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</w:tr>
      <w:tr w:rsidR="00F25B3A" w:rsidRPr="00F75124" w:rsidTr="00F75124"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</w:tr>
      <w:tr w:rsidR="00F25B3A" w:rsidRPr="00F75124" w:rsidTr="00F75124"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</w:tr>
      <w:tr w:rsidR="00F25B3A" w:rsidRPr="00F75124" w:rsidTr="00F75124"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</w:tr>
      <w:tr w:rsidR="00F25B3A" w:rsidRPr="00F75124" w:rsidTr="00F75124"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</w:tr>
      <w:tr w:rsidR="00F25B3A" w:rsidRPr="00F75124" w:rsidTr="00F75124"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</w:tr>
      <w:tr w:rsidR="00F25B3A" w:rsidRPr="00F75124" w:rsidTr="00F75124"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</w:tr>
      <w:tr w:rsidR="00F25B3A" w:rsidRPr="00F75124" w:rsidTr="00F75124"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</w:tr>
      <w:tr w:rsidR="00F25B3A" w:rsidRPr="00F75124" w:rsidTr="00F75124"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</w:tr>
      <w:tr w:rsidR="00F25B3A" w:rsidRPr="00F75124" w:rsidTr="00F75124"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</w:tr>
      <w:tr w:rsidR="00F25B3A" w:rsidRPr="00F75124" w:rsidTr="00F75124"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</w:tr>
      <w:tr w:rsidR="00F25B3A" w:rsidRPr="00F75124" w:rsidTr="00F75124"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</w:tr>
      <w:tr w:rsidR="00F25B3A" w:rsidRPr="00F75124" w:rsidTr="00F75124"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</w:tr>
      <w:tr w:rsidR="00F25B3A" w:rsidRPr="00F75124" w:rsidTr="00F75124"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  <w:tc>
          <w:tcPr>
            <w:tcW w:w="3294" w:type="dxa"/>
          </w:tcPr>
          <w:p w:rsidR="00F25B3A" w:rsidRPr="00F75124" w:rsidRDefault="00F25B3A" w:rsidP="00F75124">
            <w:pPr>
              <w:spacing w:after="0" w:line="240" w:lineRule="auto"/>
              <w:jc w:val="center"/>
            </w:pPr>
          </w:p>
        </w:tc>
      </w:tr>
    </w:tbl>
    <w:p w:rsidR="00F25B3A" w:rsidRPr="00556C34" w:rsidRDefault="00F25B3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55.25pt;margin-top:15.4pt;width:99.95pt;height:19.15pt;z-index:251658240;mso-position-horizontal-relative:text;mso-position-vertical-relative:text" stroked="f">
            <v:textbox>
              <w:txbxContent>
                <w:p w:rsidR="00F25B3A" w:rsidRPr="00556D1A" w:rsidRDefault="00F25B3A">
                  <w:pPr>
                    <w:rPr>
                      <w:sz w:val="16"/>
                      <w:szCs w:val="16"/>
                    </w:rPr>
                  </w:pPr>
                  <w:r w:rsidRPr="00556D1A">
                    <w:rPr>
                      <w:sz w:val="16"/>
                      <w:szCs w:val="16"/>
                    </w:rPr>
                    <w:t>Susie Mumper 2010</w:t>
                  </w:r>
                </w:p>
              </w:txbxContent>
            </v:textbox>
          </v:shape>
        </w:pict>
      </w:r>
    </w:p>
    <w:sectPr w:rsidR="00F25B3A" w:rsidRPr="00556C34" w:rsidSect="00556C3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val="fullPage" w:percent="80"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6C34"/>
    <w:rsid w:val="002900B3"/>
    <w:rsid w:val="004C64E6"/>
    <w:rsid w:val="00556C34"/>
    <w:rsid w:val="00556D1A"/>
    <w:rsid w:val="005579A8"/>
    <w:rsid w:val="00896CF5"/>
    <w:rsid w:val="008D2223"/>
    <w:rsid w:val="00A657A5"/>
    <w:rsid w:val="00A8181B"/>
    <w:rsid w:val="00B0367E"/>
    <w:rsid w:val="00C65BC9"/>
    <w:rsid w:val="00F25B3A"/>
    <w:rsid w:val="00F75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7A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56C3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56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56D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75</Words>
  <Characters>428</Characters>
  <Application>Microsoft Office Outlook</Application>
  <DocSecurity>0</DocSecurity>
  <Lines>0</Lines>
  <Paragraphs>0</Paragraphs>
  <ScaleCrop>false</ScaleCrop>
  <Company>MCBOE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_____________________________</dc:title>
  <dc:subject/>
  <dc:creator>smumper</dc:creator>
  <cp:keywords/>
  <dc:description/>
  <cp:lastModifiedBy>bdean</cp:lastModifiedBy>
  <cp:revision>2</cp:revision>
  <cp:lastPrinted>2010-11-10T15:02:00Z</cp:lastPrinted>
  <dcterms:created xsi:type="dcterms:W3CDTF">2010-11-10T18:57:00Z</dcterms:created>
  <dcterms:modified xsi:type="dcterms:W3CDTF">2010-11-10T18:57:00Z</dcterms:modified>
</cp:coreProperties>
</file>